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77C2" w:rsidRPr="004F18C1" w:rsidRDefault="004F18C1" w:rsidP="004F18C1">
      <w:pPr>
        <w:pStyle w:val="Heading1"/>
      </w:pPr>
      <w:r>
        <w:t>Birthmarks</w:t>
      </w:r>
      <w:r>
        <w:tab/>
        <w:t xml:space="preserve">If you ever wonder what birth marks are and why do some people have them. Then you will find this article very helpful for your research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A birth mark is a </w:t>
      </w:r>
      <w:proofErr w:type="spellStart"/>
      <w:r>
        <w:t>colored</w:t>
      </w:r>
      <w:proofErr w:type="spellEnd"/>
      <w:r>
        <w:t xml:space="preserve"> mark on the </w:t>
      </w:r>
      <w:proofErr w:type="gramStart"/>
      <w:r>
        <w:t>skin .</w:t>
      </w:r>
      <w:proofErr w:type="gramEnd"/>
      <w:r>
        <w:t xml:space="preserve"> Most birthmarks are </w:t>
      </w:r>
      <w:bookmarkStart w:id="0" w:name="_GoBack"/>
      <w:bookmarkEnd w:id="0"/>
      <w:proofErr w:type="spellStart"/>
      <w:r>
        <w:t>visable</w:t>
      </w:r>
      <w:proofErr w:type="spellEnd"/>
      <w:r>
        <w:t xml:space="preserve">   at birth but s</w:t>
      </w:r>
      <w:r w:rsidR="002A687B">
        <w:t>ome can show up even after a ba</w:t>
      </w:r>
      <w:r>
        <w:t>by is born. Some kinds of birth marks might ju</w:t>
      </w:r>
      <w:r w:rsidR="002A687B">
        <w:t>st</w:t>
      </w:r>
      <w:r>
        <w:t xml:space="preserve"> fade away </w:t>
      </w:r>
      <w:r w:rsidR="002A687B">
        <w:t xml:space="preserve">over time but some can stay for a life time birth marks can be of many types. Or can be of different shape and </w:t>
      </w:r>
      <w:proofErr w:type="spellStart"/>
      <w:r w:rsidR="002A687B">
        <w:t>colers</w:t>
      </w:r>
      <w:proofErr w:type="spellEnd"/>
      <w:r w:rsidR="002A687B">
        <w:t xml:space="preserve"> like tan black pink blue and </w:t>
      </w:r>
      <w:proofErr w:type="gramStart"/>
      <w:r w:rsidR="002A687B">
        <w:t>brown  it</w:t>
      </w:r>
      <w:proofErr w:type="gramEnd"/>
      <w:r w:rsidR="002A687B">
        <w:t xml:space="preserve"> may seem </w:t>
      </w:r>
      <w:proofErr w:type="spellStart"/>
      <w:r w:rsidR="002A687B">
        <w:t>weired</w:t>
      </w:r>
      <w:proofErr w:type="spellEnd"/>
      <w:r w:rsidR="002A687B">
        <w:t xml:space="preserve"> but </w:t>
      </w:r>
      <w:proofErr w:type="spellStart"/>
      <w:r w:rsidR="002A687B">
        <w:t>itsm</w:t>
      </w:r>
      <w:proofErr w:type="spellEnd"/>
      <w:r w:rsidR="002A687B">
        <w:t xml:space="preserve"> true.</w:t>
      </w:r>
    </w:p>
    <w:sectPr w:rsidR="000377C2" w:rsidRPr="004F18C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18C1"/>
    <w:rsid w:val="000377C2"/>
    <w:rsid w:val="002A687B"/>
    <w:rsid w:val="004F18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F18C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F18C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F18C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F18C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3BFBB0CF</Template>
  <TotalTime>16</TotalTime>
  <Pages>1</Pages>
  <Words>82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u_wkstn0001</dc:creator>
  <cp:keywords/>
  <dc:description/>
  <cp:lastModifiedBy>u_wkstn0001</cp:lastModifiedBy>
  <cp:revision>1</cp:revision>
  <dcterms:created xsi:type="dcterms:W3CDTF">2011-03-20T21:25:00Z</dcterms:created>
  <dcterms:modified xsi:type="dcterms:W3CDTF">2011-03-20T21:41:00Z</dcterms:modified>
</cp:coreProperties>
</file>